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F6D4A0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 xml:space="preserve">ve </w:t>
      </w:r>
      <w:r w:rsidR="005F06B4" w:rsidRPr="000B3BC2">
        <w:t>výběrovém řízení na uzavření Rámcové dohody</w:t>
      </w:r>
      <w:r w:rsidRPr="000B3BC2"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bookmarkStart w:id="1" w:name="_Hlk158378135"/>
      <w:r w:rsidR="00335148" w:rsidRPr="000B3BC2">
        <w:rPr>
          <w:rFonts w:ascii="Verdana" w:hAnsi="Verdana"/>
          <w:b/>
        </w:rPr>
        <w:t>„</w:t>
      </w:r>
      <w:bookmarkEnd w:id="0"/>
      <w:r w:rsidR="000B3BC2" w:rsidRPr="000B3BC2">
        <w:rPr>
          <w:rFonts w:ascii="Verdana" w:hAnsi="Verdana"/>
          <w:b/>
        </w:rPr>
        <w:t xml:space="preserve">OOPP v obvodu OŘ Ostrava 2026–2027“ </w:t>
      </w:r>
      <w:r w:rsidR="000B3BC2" w:rsidRPr="000B3BC2">
        <w:rPr>
          <w:rFonts w:ascii="Verdana" w:hAnsi="Verdana"/>
          <w:bCs/>
        </w:rPr>
        <w:t>č.j. 2657/2026-SŽ-OŘ OVA-NPI</w:t>
      </w:r>
      <w:r w:rsidR="000B3BC2" w:rsidRPr="000B3BC2">
        <w:rPr>
          <w:rFonts w:ascii="Verdana" w:hAnsi="Verdana"/>
          <w:b/>
        </w:rPr>
        <w:t xml:space="preserve"> </w:t>
      </w:r>
      <w:r w:rsidR="00335148" w:rsidRPr="004E3BAD">
        <w:rPr>
          <w:rFonts w:ascii="Verdana" w:hAnsi="Verdana"/>
        </w:rPr>
        <w:t>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367712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367712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367712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92E17" w14:textId="232DE710" w:rsidR="000B3BC2" w:rsidRDefault="000B3BC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1884369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12A329B8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B3BC2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275CA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67712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952F3"/>
    <w:rsid w:val="005F06B4"/>
    <w:rsid w:val="005F1404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74CD0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DF3884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2275CA"/>
    <w:rsid w:val="00390121"/>
    <w:rsid w:val="0049171C"/>
    <w:rsid w:val="005952F3"/>
    <w:rsid w:val="00710200"/>
    <w:rsid w:val="0087094D"/>
    <w:rsid w:val="009038E8"/>
    <w:rsid w:val="00974CD0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82</TotalTime>
  <Pages>2</Pages>
  <Words>488</Words>
  <Characters>2787</Characters>
  <Application>Microsoft Office Word</Application>
  <DocSecurity>0</DocSecurity>
  <Lines>96</Lines>
  <Paragraphs>77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OVZ</cp:lastModifiedBy>
  <cp:revision>14</cp:revision>
  <cp:lastPrinted>2017-11-28T17:18:00Z</cp:lastPrinted>
  <dcterms:created xsi:type="dcterms:W3CDTF">2023-11-16T10:29:00Z</dcterms:created>
  <dcterms:modified xsi:type="dcterms:W3CDTF">2026-02-12T13:08:00Z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